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C614C" w14:textId="77777777" w:rsidR="00F23E09" w:rsidRPr="00F23E09" w:rsidRDefault="007142E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Transpordi</w:t>
      </w:r>
      <w:r w:rsidR="00714591">
        <w:rPr>
          <w:rFonts w:ascii="Times New Roman" w:hAnsi="Times New Roman"/>
          <w:sz w:val="24"/>
          <w:szCs w:val="24"/>
        </w:rPr>
        <w:t xml:space="preserve">amet </w:t>
      </w:r>
    </w:p>
    <w:p w14:paraId="55AD4BFE" w14:textId="77777777" w:rsidR="00F23E09" w:rsidRPr="00B90C98" w:rsidRDefault="002C15BC" w:rsidP="00D25C47">
      <w:pPr>
        <w:rPr>
          <w:rFonts w:ascii="Times New Roman" w:hAnsi="Times New Roman"/>
          <w:color w:val="FF0000"/>
        </w:rPr>
      </w:pPr>
      <w:r w:rsidRPr="002C15BC">
        <w:rPr>
          <w:rFonts w:ascii="Times New Roman" w:hAnsi="Times New Roman"/>
          <w:b/>
          <w:bCs/>
          <w:sz w:val="24"/>
          <w:szCs w:val="24"/>
        </w:rPr>
        <w:t>RIIGIVARA KASUTAMISEKS ANDMISE  ja ISIKLIKU KASUTUSÕIGUSE SEADMISE TAOTLUS</w:t>
      </w:r>
      <w:r>
        <w:rPr>
          <w:rFonts w:ascii="Times New Roman" w:hAnsi="Times New Roman"/>
          <w:b/>
          <w:bCs/>
          <w:sz w:val="24"/>
          <w:szCs w:val="24"/>
        </w:rPr>
        <w:t xml:space="preserve"> (tehnovõrgud ja rajatised)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40"/>
        <w:gridCol w:w="6322"/>
      </w:tblGrid>
      <w:tr w:rsidR="009D054B" w:rsidRPr="00B90C98" w14:paraId="6F21B4A8" w14:textId="77777777" w:rsidTr="009D054B">
        <w:trPr>
          <w:trHeight w:val="417"/>
        </w:trPr>
        <w:tc>
          <w:tcPr>
            <w:tcW w:w="2740" w:type="dxa"/>
            <w:vMerge w:val="restart"/>
            <w:tcBorders>
              <w:right w:val="single" w:sz="4" w:space="0" w:color="auto"/>
            </w:tcBorders>
          </w:tcPr>
          <w:p w14:paraId="74492FA1" w14:textId="77777777" w:rsidR="009D054B" w:rsidRPr="00B90C98" w:rsidRDefault="009D054B" w:rsidP="009D054B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36B523F5" w14:textId="77777777" w:rsidR="009D054B" w:rsidRPr="00B90C98" w:rsidRDefault="009D054B" w:rsidP="009D054B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5E313A34" w14:textId="77777777" w:rsidR="009D054B" w:rsidRPr="00B90C98" w:rsidRDefault="009D054B" w:rsidP="009D054B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2192D2AE" w14:textId="77777777" w:rsidR="009D054B" w:rsidRPr="00B90C98" w:rsidRDefault="009D054B" w:rsidP="009D054B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18A9255F" w14:textId="77777777" w:rsidR="009D054B" w:rsidRPr="00B90C98" w:rsidRDefault="009D054B" w:rsidP="009D054B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TAOTLEJA</w:t>
            </w:r>
          </w:p>
          <w:p w14:paraId="2C0B5DEB" w14:textId="77777777" w:rsidR="009D054B" w:rsidRPr="00B90C98" w:rsidRDefault="009D054B" w:rsidP="009D054B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ANDMED</w:t>
            </w:r>
          </w:p>
          <w:p w14:paraId="4B1EC0E2" w14:textId="77777777" w:rsidR="009D054B" w:rsidRPr="00B90C98" w:rsidRDefault="009D054B" w:rsidP="009D054B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75DA8700" w14:textId="77777777" w:rsidR="009D054B" w:rsidRPr="00B90C98" w:rsidRDefault="009D054B" w:rsidP="009D054B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5B79F03A" w14:textId="77777777" w:rsidR="009D054B" w:rsidRPr="00B90C98" w:rsidRDefault="009D054B" w:rsidP="009D054B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  <w:p w14:paraId="7001CA31" w14:textId="77777777" w:rsidR="009D054B" w:rsidRPr="00B90C98" w:rsidRDefault="009D054B" w:rsidP="009D054B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322" w:type="dxa"/>
            <w:tcBorders>
              <w:left w:val="single" w:sz="4" w:space="0" w:color="auto"/>
            </w:tcBorders>
          </w:tcPr>
          <w:p w14:paraId="0FB6B3F0" w14:textId="77777777" w:rsidR="009D054B" w:rsidRPr="00F574D7" w:rsidRDefault="009D054B" w:rsidP="009D054B">
            <w:pPr>
              <w:spacing w:after="0"/>
              <w:rPr>
                <w:rFonts w:ascii="Times New Roman" w:hAnsi="Times New Roman"/>
              </w:rPr>
            </w:pPr>
            <w:r w:rsidRPr="00F574D7">
              <w:rPr>
                <w:rFonts w:ascii="Times New Roman" w:hAnsi="Times New Roman"/>
              </w:rPr>
              <w:t>Nimi:  Aktsiaselts Pärnu Vesi</w:t>
            </w:r>
          </w:p>
        </w:tc>
      </w:tr>
      <w:tr w:rsidR="009D054B" w:rsidRPr="00B90C98" w14:paraId="3FB2CBD9" w14:textId="77777777" w:rsidTr="009D054B">
        <w:trPr>
          <w:trHeight w:val="415"/>
        </w:trPr>
        <w:tc>
          <w:tcPr>
            <w:tcW w:w="2740" w:type="dxa"/>
            <w:vMerge/>
            <w:tcBorders>
              <w:right w:val="single" w:sz="4" w:space="0" w:color="auto"/>
            </w:tcBorders>
          </w:tcPr>
          <w:p w14:paraId="7B1C9341" w14:textId="77777777" w:rsidR="009D054B" w:rsidRPr="00B90C98" w:rsidRDefault="009D054B" w:rsidP="009D054B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322" w:type="dxa"/>
            <w:tcBorders>
              <w:left w:val="single" w:sz="4" w:space="0" w:color="auto"/>
            </w:tcBorders>
          </w:tcPr>
          <w:p w14:paraId="124A1921" w14:textId="77777777" w:rsidR="009D054B" w:rsidRPr="00F574D7" w:rsidRDefault="009D054B" w:rsidP="009D054B">
            <w:pPr>
              <w:spacing w:after="0"/>
              <w:rPr>
                <w:rFonts w:ascii="Times New Roman" w:hAnsi="Times New Roman"/>
              </w:rPr>
            </w:pPr>
            <w:r w:rsidRPr="00F574D7">
              <w:rPr>
                <w:rFonts w:ascii="Times New Roman" w:hAnsi="Times New Roman"/>
              </w:rPr>
              <w:t>Registrikood:10120395</w:t>
            </w:r>
          </w:p>
        </w:tc>
      </w:tr>
      <w:tr w:rsidR="009D054B" w:rsidRPr="00B90C98" w14:paraId="779586F7" w14:textId="77777777" w:rsidTr="009D054B">
        <w:trPr>
          <w:trHeight w:val="272"/>
        </w:trPr>
        <w:tc>
          <w:tcPr>
            <w:tcW w:w="2740" w:type="dxa"/>
            <w:vMerge/>
            <w:tcBorders>
              <w:right w:val="single" w:sz="4" w:space="0" w:color="auto"/>
            </w:tcBorders>
          </w:tcPr>
          <w:p w14:paraId="49431AE6" w14:textId="77777777" w:rsidR="009D054B" w:rsidRPr="00B90C98" w:rsidRDefault="009D054B" w:rsidP="009D054B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322" w:type="dxa"/>
            <w:tcBorders>
              <w:left w:val="single" w:sz="4" w:space="0" w:color="auto"/>
            </w:tcBorders>
          </w:tcPr>
          <w:p w14:paraId="2E6BC5F1" w14:textId="77777777" w:rsidR="009D054B" w:rsidRPr="00F574D7" w:rsidRDefault="009D054B" w:rsidP="009D054B">
            <w:pPr>
              <w:spacing w:after="0"/>
              <w:rPr>
                <w:rFonts w:ascii="Times New Roman" w:hAnsi="Times New Roman"/>
              </w:rPr>
            </w:pPr>
            <w:r w:rsidRPr="00F574D7">
              <w:rPr>
                <w:rFonts w:ascii="Times New Roman" w:hAnsi="Times New Roman"/>
              </w:rPr>
              <w:t>Aadress:  Vingi tn 13, Pärnu linn 80010</w:t>
            </w:r>
          </w:p>
        </w:tc>
      </w:tr>
      <w:tr w:rsidR="009D054B" w:rsidRPr="00B90C98" w14:paraId="5A6BF192" w14:textId="77777777" w:rsidTr="009D054B">
        <w:trPr>
          <w:trHeight w:val="421"/>
        </w:trPr>
        <w:tc>
          <w:tcPr>
            <w:tcW w:w="2740" w:type="dxa"/>
            <w:vMerge/>
            <w:tcBorders>
              <w:right w:val="single" w:sz="4" w:space="0" w:color="auto"/>
            </w:tcBorders>
          </w:tcPr>
          <w:p w14:paraId="3E679875" w14:textId="77777777" w:rsidR="009D054B" w:rsidRPr="00B90C98" w:rsidRDefault="009D054B" w:rsidP="009D054B">
            <w:pPr>
              <w:spacing w:after="0"/>
              <w:rPr>
                <w:rFonts w:ascii="Times New Roman" w:hAnsi="Times New Roman"/>
                <w:bCs/>
              </w:rPr>
            </w:pPr>
            <w:bookmarkStart w:id="0" w:name="_Hlk38622158"/>
          </w:p>
        </w:tc>
        <w:tc>
          <w:tcPr>
            <w:tcW w:w="6322" w:type="dxa"/>
            <w:tcBorders>
              <w:left w:val="single" w:sz="4" w:space="0" w:color="auto"/>
            </w:tcBorders>
          </w:tcPr>
          <w:p w14:paraId="27509B8B" w14:textId="77777777" w:rsidR="009D054B" w:rsidRPr="00F574D7" w:rsidRDefault="009D054B" w:rsidP="009D054B">
            <w:pPr>
              <w:spacing w:after="0"/>
              <w:rPr>
                <w:rFonts w:ascii="Times New Roman" w:hAnsi="Times New Roman"/>
              </w:rPr>
            </w:pPr>
            <w:r w:rsidRPr="00F574D7">
              <w:rPr>
                <w:rFonts w:ascii="Times New Roman" w:hAnsi="Times New Roman"/>
              </w:rPr>
              <w:t xml:space="preserve">Õigustatud isiku poolne lepingu </w:t>
            </w:r>
            <w:proofErr w:type="spellStart"/>
            <w:r w:rsidRPr="00F574D7">
              <w:rPr>
                <w:rFonts w:ascii="Times New Roman" w:hAnsi="Times New Roman"/>
              </w:rPr>
              <w:t>sõlmija</w:t>
            </w:r>
            <w:proofErr w:type="spellEnd"/>
            <w:r w:rsidRPr="00F574D7">
              <w:rPr>
                <w:rFonts w:ascii="Times New Roman" w:hAnsi="Times New Roman"/>
              </w:rPr>
              <w:t xml:space="preserve"> nimi: Meelis Martin</w:t>
            </w:r>
          </w:p>
        </w:tc>
      </w:tr>
      <w:tr w:rsidR="009D054B" w:rsidRPr="00B90C98" w14:paraId="48492E72" w14:textId="77777777" w:rsidTr="009D054B">
        <w:trPr>
          <w:trHeight w:val="272"/>
        </w:trPr>
        <w:tc>
          <w:tcPr>
            <w:tcW w:w="2740" w:type="dxa"/>
            <w:vMerge/>
            <w:tcBorders>
              <w:right w:val="single" w:sz="4" w:space="0" w:color="auto"/>
            </w:tcBorders>
          </w:tcPr>
          <w:p w14:paraId="7A1F5237" w14:textId="77777777" w:rsidR="009D054B" w:rsidRPr="00B90C98" w:rsidRDefault="009D054B" w:rsidP="009D054B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322" w:type="dxa"/>
            <w:tcBorders>
              <w:left w:val="single" w:sz="4" w:space="0" w:color="auto"/>
            </w:tcBorders>
          </w:tcPr>
          <w:p w14:paraId="1EA20291" w14:textId="77777777" w:rsidR="009D054B" w:rsidRPr="00F574D7" w:rsidRDefault="009D054B" w:rsidP="009D054B">
            <w:pPr>
              <w:spacing w:after="0"/>
              <w:rPr>
                <w:rFonts w:ascii="Times New Roman" w:hAnsi="Times New Roman"/>
              </w:rPr>
            </w:pPr>
            <w:r w:rsidRPr="00F574D7">
              <w:rPr>
                <w:rFonts w:ascii="Times New Roman" w:hAnsi="Times New Roman"/>
              </w:rPr>
              <w:t xml:space="preserve">Vajadusel koopia lepingu allkirjastaja volikirjast, kui allkirjastamine toimub volituse alusel. </w:t>
            </w:r>
          </w:p>
        </w:tc>
      </w:tr>
      <w:bookmarkEnd w:id="0"/>
      <w:tr w:rsidR="009D054B" w:rsidRPr="00B90C98" w14:paraId="6828CD64" w14:textId="77777777" w:rsidTr="009D054B">
        <w:trPr>
          <w:trHeight w:val="272"/>
        </w:trPr>
        <w:tc>
          <w:tcPr>
            <w:tcW w:w="2740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14:paraId="3A87A6FA" w14:textId="77777777" w:rsidR="009D054B" w:rsidRPr="00B90C98" w:rsidRDefault="009D054B" w:rsidP="009D054B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322" w:type="dxa"/>
            <w:tcBorders>
              <w:left w:val="single" w:sz="4" w:space="0" w:color="auto"/>
            </w:tcBorders>
          </w:tcPr>
          <w:p w14:paraId="011D9D51" w14:textId="77777777" w:rsidR="009D054B" w:rsidRPr="00F574D7" w:rsidRDefault="009D054B" w:rsidP="009D054B">
            <w:pPr>
              <w:spacing w:after="0"/>
              <w:rPr>
                <w:rFonts w:ascii="Times New Roman" w:hAnsi="Times New Roman"/>
              </w:rPr>
            </w:pPr>
            <w:r w:rsidRPr="00F574D7">
              <w:rPr>
                <w:rFonts w:ascii="Times New Roman" w:hAnsi="Times New Roman"/>
              </w:rPr>
              <w:t xml:space="preserve">Lepingu </w:t>
            </w:r>
            <w:proofErr w:type="spellStart"/>
            <w:r w:rsidRPr="00F574D7">
              <w:rPr>
                <w:rFonts w:ascii="Times New Roman" w:hAnsi="Times New Roman"/>
              </w:rPr>
              <w:t>sõlmija</w:t>
            </w:r>
            <w:proofErr w:type="spellEnd"/>
            <w:r w:rsidRPr="00F574D7">
              <w:rPr>
                <w:rFonts w:ascii="Times New Roman" w:hAnsi="Times New Roman"/>
              </w:rPr>
              <w:t xml:space="preserve"> e-posti aadress, telefoni number:  </w:t>
            </w:r>
            <w:hyperlink r:id="rId6" w:history="1">
              <w:r w:rsidRPr="00F574D7">
                <w:rPr>
                  <w:rStyle w:val="Hperlink"/>
                  <w:rFonts w:ascii="Times New Roman" w:hAnsi="Times New Roman"/>
                </w:rPr>
                <w:t>meelis.martin@parnuvesi.ee</w:t>
              </w:r>
            </w:hyperlink>
            <w:r w:rsidRPr="00F574D7">
              <w:rPr>
                <w:rFonts w:ascii="Times New Roman" w:hAnsi="Times New Roman"/>
              </w:rPr>
              <w:t>, tel. 533 11 540</w:t>
            </w:r>
          </w:p>
        </w:tc>
      </w:tr>
      <w:tr w:rsidR="009D054B" w:rsidRPr="00B90C98" w14:paraId="00617D3F" w14:textId="77777777" w:rsidTr="009D054B">
        <w:trPr>
          <w:trHeight w:val="94"/>
        </w:trPr>
        <w:tc>
          <w:tcPr>
            <w:tcW w:w="2740" w:type="dxa"/>
            <w:vMerge w:val="restart"/>
            <w:tcBorders>
              <w:right w:val="single" w:sz="4" w:space="0" w:color="auto"/>
            </w:tcBorders>
          </w:tcPr>
          <w:p w14:paraId="005C728A" w14:textId="77777777" w:rsidR="009D054B" w:rsidRPr="00B90C98" w:rsidRDefault="009D054B" w:rsidP="009D054B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TAOTLEJA KONTAKTISIK menetlemisel (kui erineb lepingu allkirjastajast)</w:t>
            </w:r>
          </w:p>
        </w:tc>
        <w:tc>
          <w:tcPr>
            <w:tcW w:w="6322" w:type="dxa"/>
            <w:tcBorders>
              <w:left w:val="single" w:sz="4" w:space="0" w:color="auto"/>
            </w:tcBorders>
          </w:tcPr>
          <w:p w14:paraId="75A2C4B6" w14:textId="77777777" w:rsidR="009D054B" w:rsidRPr="00F574D7" w:rsidRDefault="009D054B" w:rsidP="009D054B">
            <w:pPr>
              <w:spacing w:after="0"/>
              <w:rPr>
                <w:rFonts w:ascii="Times New Roman" w:hAnsi="Times New Roman"/>
              </w:rPr>
            </w:pPr>
            <w:r w:rsidRPr="00F574D7">
              <w:rPr>
                <w:rFonts w:ascii="Times New Roman" w:hAnsi="Times New Roman"/>
              </w:rPr>
              <w:t>Isikunimi: Meelis Martin</w:t>
            </w:r>
          </w:p>
        </w:tc>
      </w:tr>
      <w:tr w:rsidR="009D054B" w:rsidRPr="00B90C98" w14:paraId="5EAA6080" w14:textId="77777777" w:rsidTr="009D054B">
        <w:trPr>
          <w:trHeight w:val="93"/>
        </w:trPr>
        <w:tc>
          <w:tcPr>
            <w:tcW w:w="2740" w:type="dxa"/>
            <w:vMerge/>
            <w:tcBorders>
              <w:bottom w:val="nil"/>
              <w:right w:val="single" w:sz="4" w:space="0" w:color="auto"/>
            </w:tcBorders>
          </w:tcPr>
          <w:p w14:paraId="370E96CE" w14:textId="77777777" w:rsidR="009D054B" w:rsidRPr="00B90C98" w:rsidRDefault="009D054B" w:rsidP="009D054B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322" w:type="dxa"/>
            <w:tcBorders>
              <w:left w:val="single" w:sz="4" w:space="0" w:color="auto"/>
            </w:tcBorders>
          </w:tcPr>
          <w:p w14:paraId="45BC2A2A" w14:textId="77777777" w:rsidR="009D054B" w:rsidRPr="00F574D7" w:rsidRDefault="009D054B" w:rsidP="009D054B">
            <w:pPr>
              <w:spacing w:after="0"/>
              <w:rPr>
                <w:rFonts w:ascii="Times New Roman" w:hAnsi="Times New Roman"/>
              </w:rPr>
            </w:pPr>
            <w:r w:rsidRPr="00F574D7">
              <w:rPr>
                <w:rFonts w:ascii="Times New Roman" w:hAnsi="Times New Roman"/>
              </w:rPr>
              <w:t xml:space="preserve">Tema  e-posti aadress, telefoni number: </w:t>
            </w:r>
            <w:hyperlink r:id="rId7" w:history="1">
              <w:r w:rsidRPr="00F574D7">
                <w:rPr>
                  <w:rStyle w:val="Hperlink"/>
                  <w:rFonts w:ascii="Times New Roman" w:hAnsi="Times New Roman"/>
                </w:rPr>
                <w:t>meelis.martin@parnuvesi.ee</w:t>
              </w:r>
            </w:hyperlink>
            <w:r w:rsidRPr="00F574D7">
              <w:rPr>
                <w:rFonts w:ascii="Times New Roman" w:hAnsi="Times New Roman"/>
              </w:rPr>
              <w:t>, tel. 533 11 540</w:t>
            </w:r>
          </w:p>
        </w:tc>
      </w:tr>
      <w:tr w:rsidR="009960AC" w:rsidRPr="00B90C98" w14:paraId="794380A2" w14:textId="77777777" w:rsidTr="009D054B">
        <w:trPr>
          <w:trHeight w:val="93"/>
        </w:trPr>
        <w:tc>
          <w:tcPr>
            <w:tcW w:w="2740" w:type="dxa"/>
            <w:tcBorders>
              <w:bottom w:val="nil"/>
              <w:right w:val="single" w:sz="4" w:space="0" w:color="auto"/>
            </w:tcBorders>
          </w:tcPr>
          <w:p w14:paraId="49450722" w14:textId="77777777" w:rsidR="009960AC" w:rsidRPr="00B90C98" w:rsidRDefault="009960AC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6322" w:type="dxa"/>
            <w:vMerge w:val="restart"/>
            <w:tcBorders>
              <w:left w:val="single" w:sz="4" w:space="0" w:color="auto"/>
            </w:tcBorders>
          </w:tcPr>
          <w:p w14:paraId="782F8E1F" w14:textId="7873B251" w:rsidR="009960AC" w:rsidRPr="00F574D7" w:rsidRDefault="009960AC" w:rsidP="00F10D7E">
            <w:pPr>
              <w:spacing w:after="0"/>
              <w:rPr>
                <w:rFonts w:ascii="Times New Roman" w:hAnsi="Times New Roman"/>
                <w:color w:val="0070C0"/>
                <w:u w:val="single"/>
              </w:rPr>
            </w:pPr>
            <w:r w:rsidRPr="00F574D7">
              <w:rPr>
                <w:rFonts w:ascii="Times New Roman" w:hAnsi="Times New Roman"/>
                <w:u w:val="single"/>
              </w:rPr>
              <w:br/>
            </w:r>
            <w:r w:rsidR="004A06C9" w:rsidRPr="00F574D7">
              <w:rPr>
                <w:rFonts w:ascii="Times New Roman" w:hAnsi="Times New Roman"/>
                <w:color w:val="0070C0"/>
                <w:u w:val="single"/>
              </w:rPr>
              <w:t>Sademevee kogumine</w:t>
            </w:r>
          </w:p>
          <w:p w14:paraId="536C353E" w14:textId="77777777" w:rsidR="009960AC" w:rsidRPr="00F574D7" w:rsidRDefault="009960AC" w:rsidP="00F10D7E">
            <w:pPr>
              <w:spacing w:after="0"/>
              <w:rPr>
                <w:rFonts w:ascii="Times New Roman" w:hAnsi="Times New Roman"/>
              </w:rPr>
            </w:pPr>
            <w:r w:rsidRPr="00F574D7">
              <w:rPr>
                <w:rFonts w:ascii="Times New Roman" w:hAnsi="Times New Roman"/>
                <w:color w:val="0070C0"/>
                <w:u w:val="single"/>
              </w:rPr>
              <w:t>(</w:t>
            </w:r>
            <w:r w:rsidRPr="00F574D7">
              <w:rPr>
                <w:rFonts w:ascii="Times New Roman" w:hAnsi="Times New Roman"/>
                <w:iCs/>
                <w:color w:val="0070C0"/>
                <w:u w:val="single"/>
              </w:rPr>
              <w:t>tehnovõrgu või –rajatise arendamine või isiku tarbimiskohaga ühendamine, selgitusena)</w:t>
            </w:r>
          </w:p>
        </w:tc>
      </w:tr>
      <w:tr w:rsidR="009960AC" w:rsidRPr="00B90C98" w14:paraId="73DDA7F6" w14:textId="77777777" w:rsidTr="009D054B">
        <w:trPr>
          <w:trHeight w:val="272"/>
        </w:trPr>
        <w:tc>
          <w:tcPr>
            <w:tcW w:w="2740" w:type="dxa"/>
            <w:tcBorders>
              <w:top w:val="nil"/>
              <w:right w:val="single" w:sz="4" w:space="0" w:color="auto"/>
            </w:tcBorders>
          </w:tcPr>
          <w:p w14:paraId="2DAAC362" w14:textId="77777777" w:rsidR="009960AC" w:rsidRPr="00B90C98" w:rsidRDefault="009960AC" w:rsidP="007C4DE8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TEHNORAJATISE PAIGALDAMISE EESMÄRK</w:t>
            </w:r>
          </w:p>
        </w:tc>
        <w:tc>
          <w:tcPr>
            <w:tcW w:w="6322" w:type="dxa"/>
            <w:vMerge/>
            <w:tcBorders>
              <w:left w:val="single" w:sz="4" w:space="0" w:color="auto"/>
            </w:tcBorders>
          </w:tcPr>
          <w:p w14:paraId="0B165C40" w14:textId="77777777" w:rsidR="009960AC" w:rsidRPr="00F574D7" w:rsidRDefault="009960AC" w:rsidP="00E763EE">
            <w:pPr>
              <w:spacing w:after="0"/>
              <w:rPr>
                <w:rFonts w:ascii="Times New Roman" w:hAnsi="Times New Roman"/>
                <w:color w:val="0070C0"/>
                <w:u w:val="single"/>
              </w:rPr>
            </w:pPr>
          </w:p>
        </w:tc>
      </w:tr>
      <w:tr w:rsidR="007C4DE8" w:rsidRPr="00B90C98" w14:paraId="659C00BF" w14:textId="77777777" w:rsidTr="009D054B">
        <w:trPr>
          <w:trHeight w:val="580"/>
        </w:trPr>
        <w:tc>
          <w:tcPr>
            <w:tcW w:w="2740" w:type="dxa"/>
            <w:vMerge w:val="restart"/>
            <w:tcBorders>
              <w:right w:val="single" w:sz="4" w:space="0" w:color="auto"/>
            </w:tcBorders>
          </w:tcPr>
          <w:p w14:paraId="198188B9" w14:textId="77777777" w:rsidR="007C4DE8" w:rsidRPr="00B90C98" w:rsidRDefault="007C4DE8" w:rsidP="00E763EE">
            <w:pPr>
              <w:spacing w:after="0"/>
              <w:rPr>
                <w:rFonts w:ascii="Times New Roman" w:hAnsi="Times New Roman"/>
                <w:bCs/>
              </w:rPr>
            </w:pPr>
          </w:p>
          <w:p w14:paraId="1966DA88" w14:textId="77777777" w:rsidR="00E763EE" w:rsidRPr="00B90C98" w:rsidRDefault="007C4DE8" w:rsidP="004F3C25">
            <w:pPr>
              <w:spacing w:after="0"/>
              <w:jc w:val="center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PROJEKT (</w:t>
            </w:r>
            <w:r w:rsidR="00DE73D0" w:rsidRPr="00B90C98">
              <w:rPr>
                <w:rFonts w:ascii="Times New Roman" w:hAnsi="Times New Roman"/>
                <w:bCs/>
              </w:rPr>
              <w:t>T</w:t>
            </w:r>
            <w:r w:rsidRPr="00B90C98">
              <w:rPr>
                <w:rFonts w:ascii="Times New Roman" w:hAnsi="Times New Roman"/>
                <w:bCs/>
              </w:rPr>
              <w:t>ranspordiametis kooskõlastatud)</w:t>
            </w:r>
          </w:p>
        </w:tc>
        <w:tc>
          <w:tcPr>
            <w:tcW w:w="6322" w:type="dxa"/>
            <w:tcBorders>
              <w:left w:val="single" w:sz="4" w:space="0" w:color="auto"/>
            </w:tcBorders>
          </w:tcPr>
          <w:p w14:paraId="752B591D" w14:textId="77777777" w:rsidR="00E763EE" w:rsidRPr="00F574D7" w:rsidRDefault="00E763EE" w:rsidP="00E763EE">
            <w:pPr>
              <w:spacing w:after="0"/>
              <w:rPr>
                <w:rFonts w:ascii="Times New Roman" w:hAnsi="Times New Roman"/>
              </w:rPr>
            </w:pPr>
            <w:r w:rsidRPr="00F574D7">
              <w:rPr>
                <w:rFonts w:ascii="Times New Roman" w:hAnsi="Times New Roman"/>
              </w:rPr>
              <w:t>Projekti nimetus ja number</w:t>
            </w:r>
          </w:p>
          <w:p w14:paraId="19DA4529" w14:textId="1B06B409" w:rsidR="004A06C9" w:rsidRPr="00F574D7" w:rsidRDefault="004A06C9" w:rsidP="00E763EE">
            <w:pPr>
              <w:spacing w:after="0"/>
              <w:rPr>
                <w:rFonts w:ascii="Times New Roman" w:hAnsi="Times New Roman"/>
              </w:rPr>
            </w:pPr>
            <w:r w:rsidRPr="00F574D7">
              <w:rPr>
                <w:rFonts w:ascii="Times New Roman" w:hAnsi="Times New Roman"/>
              </w:rPr>
              <w:t>Veevarustus, olme- ja sademeveekanalisatsioon Ehitajate tee T17 ja T20 ,Pärnu linn, Pärnu linn põhiprojekt. Töö nr 1005.</w:t>
            </w:r>
          </w:p>
        </w:tc>
      </w:tr>
      <w:tr w:rsidR="007C4DE8" w:rsidRPr="00B90C98" w14:paraId="72D9C1B7" w14:textId="77777777" w:rsidTr="009D054B">
        <w:trPr>
          <w:trHeight w:val="580"/>
        </w:trPr>
        <w:tc>
          <w:tcPr>
            <w:tcW w:w="2740" w:type="dxa"/>
            <w:vMerge/>
            <w:tcBorders>
              <w:right w:val="single" w:sz="4" w:space="0" w:color="auto"/>
            </w:tcBorders>
          </w:tcPr>
          <w:p w14:paraId="2CD58AD6" w14:textId="77777777" w:rsidR="00E763EE" w:rsidRPr="00B90C98" w:rsidRDefault="00E763EE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322" w:type="dxa"/>
            <w:tcBorders>
              <w:left w:val="single" w:sz="4" w:space="0" w:color="auto"/>
            </w:tcBorders>
          </w:tcPr>
          <w:p w14:paraId="173BF95A" w14:textId="7B645266" w:rsidR="00E763EE" w:rsidRPr="00F574D7" w:rsidRDefault="00E763EE" w:rsidP="00E763EE">
            <w:pPr>
              <w:spacing w:after="0"/>
              <w:rPr>
                <w:rFonts w:ascii="Times New Roman" w:hAnsi="Times New Roman"/>
              </w:rPr>
            </w:pPr>
            <w:r w:rsidRPr="00F574D7">
              <w:rPr>
                <w:rFonts w:ascii="Times New Roman" w:hAnsi="Times New Roman"/>
              </w:rPr>
              <w:t>Projekti koostaja</w:t>
            </w:r>
            <w:r w:rsidR="004A06C9" w:rsidRPr="00F574D7">
              <w:rPr>
                <w:rFonts w:ascii="Times New Roman" w:hAnsi="Times New Roman"/>
              </w:rPr>
              <w:t xml:space="preserve">  </w:t>
            </w:r>
            <w:proofErr w:type="spellStart"/>
            <w:r w:rsidR="004A06C9" w:rsidRPr="00F574D7">
              <w:rPr>
                <w:rFonts w:ascii="Times New Roman" w:hAnsi="Times New Roman"/>
              </w:rPr>
              <w:t>Termopilt</w:t>
            </w:r>
            <w:proofErr w:type="spellEnd"/>
            <w:r w:rsidR="004A06C9" w:rsidRPr="00F574D7">
              <w:rPr>
                <w:rFonts w:ascii="Times New Roman" w:hAnsi="Times New Roman"/>
              </w:rPr>
              <w:t xml:space="preserve"> OÜ </w:t>
            </w:r>
            <w:proofErr w:type="spellStart"/>
            <w:r w:rsidR="004A06C9" w:rsidRPr="00F574D7">
              <w:rPr>
                <w:rFonts w:ascii="Times New Roman" w:hAnsi="Times New Roman"/>
              </w:rPr>
              <w:t>M.Juursalu</w:t>
            </w:r>
            <w:proofErr w:type="spellEnd"/>
          </w:p>
        </w:tc>
      </w:tr>
      <w:tr w:rsidR="007C4DE8" w:rsidRPr="00B90C98" w14:paraId="39521296" w14:textId="77777777" w:rsidTr="009D054B">
        <w:trPr>
          <w:trHeight w:val="580"/>
        </w:trPr>
        <w:tc>
          <w:tcPr>
            <w:tcW w:w="2740" w:type="dxa"/>
            <w:vMerge/>
            <w:tcBorders>
              <w:right w:val="single" w:sz="4" w:space="0" w:color="auto"/>
            </w:tcBorders>
          </w:tcPr>
          <w:p w14:paraId="26E98963" w14:textId="77777777" w:rsidR="00E763EE" w:rsidRPr="00B90C98" w:rsidRDefault="00E763EE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322" w:type="dxa"/>
            <w:tcBorders>
              <w:left w:val="single" w:sz="4" w:space="0" w:color="auto"/>
            </w:tcBorders>
          </w:tcPr>
          <w:p w14:paraId="76876C11" w14:textId="77777777" w:rsidR="00E763EE" w:rsidRPr="00F574D7" w:rsidRDefault="00D96128" w:rsidP="00E763EE">
            <w:pPr>
              <w:spacing w:after="0"/>
              <w:rPr>
                <w:rFonts w:ascii="Times New Roman" w:hAnsi="Times New Roman"/>
              </w:rPr>
            </w:pPr>
            <w:r w:rsidRPr="00F574D7">
              <w:rPr>
                <w:rFonts w:ascii="Times New Roman" w:hAnsi="Times New Roman"/>
              </w:rPr>
              <w:t xml:space="preserve">Transpordiameti </w:t>
            </w:r>
            <w:r w:rsidR="00E763EE" w:rsidRPr="00F574D7">
              <w:rPr>
                <w:rFonts w:ascii="Times New Roman" w:hAnsi="Times New Roman"/>
              </w:rPr>
              <w:t xml:space="preserve">kooskõlastuse vastuskirja </w:t>
            </w:r>
            <w:r w:rsidR="009960AC" w:rsidRPr="00F574D7">
              <w:rPr>
                <w:rFonts w:ascii="Times New Roman" w:hAnsi="Times New Roman"/>
              </w:rPr>
              <w:t>number ja kuupäev</w:t>
            </w:r>
            <w:r w:rsidR="007142E9" w:rsidRPr="00F574D7">
              <w:rPr>
                <w:rFonts w:ascii="Times New Roman" w:hAnsi="Times New Roman"/>
              </w:rPr>
              <w:t>:</w:t>
            </w:r>
          </w:p>
          <w:p w14:paraId="684850D6" w14:textId="4449CFDF" w:rsidR="004A06C9" w:rsidRPr="00F574D7" w:rsidRDefault="004A06C9" w:rsidP="00E763EE">
            <w:pPr>
              <w:spacing w:after="0"/>
              <w:rPr>
                <w:rFonts w:ascii="Times New Roman" w:hAnsi="Times New Roman"/>
              </w:rPr>
            </w:pPr>
            <w:r w:rsidRPr="00F574D7">
              <w:rPr>
                <w:rFonts w:ascii="Times New Roman" w:hAnsi="Times New Roman"/>
              </w:rPr>
              <w:t>18.12.2023 kooskõlastus nr 7.1-2/23/15150-9</w:t>
            </w:r>
          </w:p>
        </w:tc>
      </w:tr>
      <w:tr w:rsidR="007C4DE8" w:rsidRPr="00B90C98" w14:paraId="056410BB" w14:textId="77777777" w:rsidTr="009D054B">
        <w:trPr>
          <w:trHeight w:val="312"/>
        </w:trPr>
        <w:tc>
          <w:tcPr>
            <w:tcW w:w="274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1C9FCD1A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</w:p>
          <w:p w14:paraId="398C124C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</w:p>
          <w:p w14:paraId="4DA6BBC2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</w:p>
          <w:p w14:paraId="107DECA1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</w:p>
          <w:p w14:paraId="49EB8639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</w:p>
          <w:p w14:paraId="6B891936" w14:textId="77777777" w:rsidR="007C4DE8" w:rsidRPr="00B90C98" w:rsidRDefault="007C4DE8" w:rsidP="00E22479">
            <w:pPr>
              <w:numPr>
                <w:ilvl w:val="0"/>
                <w:numId w:val="1"/>
              </w:num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KOORMATAVA</w:t>
            </w:r>
          </w:p>
          <w:p w14:paraId="05992B06" w14:textId="77777777" w:rsidR="007C4DE8" w:rsidRPr="00B90C98" w:rsidRDefault="007C4DE8" w:rsidP="007C4DE8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RIIGITEE ANDMED (info Maa-ameti kaardirakendusest)</w:t>
            </w:r>
          </w:p>
          <w:p w14:paraId="60144923" w14:textId="77777777" w:rsidR="002130AE" w:rsidRPr="00B90C98" w:rsidRDefault="002130AE" w:rsidP="00F10D7E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6322" w:type="dxa"/>
            <w:tcBorders>
              <w:left w:val="single" w:sz="4" w:space="0" w:color="auto"/>
            </w:tcBorders>
          </w:tcPr>
          <w:p w14:paraId="0546BA41" w14:textId="333DF615" w:rsidR="002130AE" w:rsidRPr="00F574D7" w:rsidRDefault="002130AE" w:rsidP="00E763EE">
            <w:pPr>
              <w:spacing w:after="0"/>
              <w:rPr>
                <w:rFonts w:ascii="Times New Roman" w:hAnsi="Times New Roman"/>
              </w:rPr>
            </w:pPr>
            <w:r w:rsidRPr="00F574D7">
              <w:rPr>
                <w:rFonts w:ascii="Times New Roman" w:hAnsi="Times New Roman"/>
              </w:rPr>
              <w:t>Nimetus ja number:</w:t>
            </w:r>
            <w:r w:rsidR="004A06C9" w:rsidRPr="00F574D7">
              <w:rPr>
                <w:rFonts w:ascii="Times New Roman" w:hAnsi="Times New Roman"/>
              </w:rPr>
              <w:t xml:space="preserve"> </w:t>
            </w:r>
            <w:r w:rsidR="004A06C9" w:rsidRPr="00F574D7">
              <w:rPr>
                <w:rFonts w:ascii="Times New Roman" w:hAnsi="Times New Roman"/>
              </w:rPr>
              <w:t>(MKM 25.06.2015. a määruse nr 72 järgi)                      4  Tallinn – Pärnu - Ikla</w:t>
            </w:r>
          </w:p>
        </w:tc>
      </w:tr>
      <w:tr w:rsidR="007C4DE8" w:rsidRPr="00B90C98" w14:paraId="0BC14808" w14:textId="77777777" w:rsidTr="009D054B">
        <w:trPr>
          <w:trHeight w:val="415"/>
        </w:trPr>
        <w:tc>
          <w:tcPr>
            <w:tcW w:w="27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E2837D" w14:textId="77777777" w:rsidR="002130AE" w:rsidRPr="00B90C98" w:rsidRDefault="002130AE" w:rsidP="00F10D7E">
            <w:pPr>
              <w:spacing w:after="0"/>
              <w:rPr>
                <w:rFonts w:ascii="Times New Roman" w:hAnsi="Times New Roman"/>
                <w:bCs/>
                <w:color w:val="FF0000"/>
              </w:rPr>
            </w:pPr>
          </w:p>
        </w:tc>
        <w:tc>
          <w:tcPr>
            <w:tcW w:w="6322" w:type="dxa"/>
            <w:tcBorders>
              <w:left w:val="single" w:sz="4" w:space="0" w:color="auto"/>
            </w:tcBorders>
          </w:tcPr>
          <w:p w14:paraId="022BF06C" w14:textId="77777777" w:rsidR="002130AE" w:rsidRPr="00F574D7" w:rsidRDefault="002130AE" w:rsidP="00E763EE">
            <w:pPr>
              <w:spacing w:after="0"/>
              <w:rPr>
                <w:rFonts w:ascii="Times New Roman" w:hAnsi="Times New Roman"/>
              </w:rPr>
            </w:pPr>
            <w:r w:rsidRPr="00F574D7">
              <w:rPr>
                <w:rFonts w:ascii="Times New Roman" w:hAnsi="Times New Roman"/>
              </w:rPr>
              <w:t>Katastritunnus</w:t>
            </w:r>
            <w:r w:rsidR="004A06C9" w:rsidRPr="00F574D7">
              <w:rPr>
                <w:rFonts w:ascii="Times New Roman" w:hAnsi="Times New Roman"/>
              </w:rPr>
              <w:t xml:space="preserve"> </w:t>
            </w:r>
            <w:r w:rsidR="004A06C9" w:rsidRPr="00F574D7">
              <w:rPr>
                <w:rFonts w:ascii="Times New Roman" w:hAnsi="Times New Roman"/>
              </w:rPr>
              <w:t>POS1</w:t>
            </w:r>
            <w:r w:rsidRPr="00F574D7">
              <w:rPr>
                <w:rFonts w:ascii="Times New Roman" w:hAnsi="Times New Roman"/>
              </w:rPr>
              <w:t>:</w:t>
            </w:r>
            <w:r w:rsidR="004A06C9" w:rsidRPr="00F574D7">
              <w:rPr>
                <w:rFonts w:ascii="Times New Roman" w:hAnsi="Times New Roman"/>
              </w:rPr>
              <w:t xml:space="preserve"> </w:t>
            </w:r>
            <w:r w:rsidR="004A06C9" w:rsidRPr="00F574D7">
              <w:rPr>
                <w:rFonts w:ascii="Times New Roman" w:hAnsi="Times New Roman"/>
              </w:rPr>
              <w:t>(62504:080:4881)</w:t>
            </w:r>
          </w:p>
          <w:p w14:paraId="0EDB3D09" w14:textId="0B6DC9BD" w:rsidR="004A06C9" w:rsidRPr="00F574D7" w:rsidRDefault="004A06C9" w:rsidP="00E763EE">
            <w:pPr>
              <w:spacing w:after="0"/>
              <w:rPr>
                <w:rFonts w:ascii="Times New Roman" w:hAnsi="Times New Roman"/>
              </w:rPr>
            </w:pPr>
            <w:r w:rsidRPr="00F574D7">
              <w:rPr>
                <w:rFonts w:ascii="Times New Roman" w:hAnsi="Times New Roman"/>
              </w:rPr>
              <w:t>POS</w:t>
            </w:r>
            <w:r w:rsidRPr="00F574D7">
              <w:rPr>
                <w:rFonts w:ascii="Times New Roman" w:hAnsi="Times New Roman"/>
              </w:rPr>
              <w:t xml:space="preserve">2: </w:t>
            </w:r>
            <w:r w:rsidRPr="00F574D7">
              <w:rPr>
                <w:rFonts w:ascii="Times New Roman" w:hAnsi="Times New Roman"/>
              </w:rPr>
              <w:t>(62517:064:0070)</w:t>
            </w:r>
          </w:p>
        </w:tc>
      </w:tr>
      <w:tr w:rsidR="007C4DE8" w:rsidRPr="00B90C98" w14:paraId="6819F1CE" w14:textId="77777777" w:rsidTr="009D054B">
        <w:trPr>
          <w:trHeight w:val="378"/>
        </w:trPr>
        <w:tc>
          <w:tcPr>
            <w:tcW w:w="27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0F51282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322" w:type="dxa"/>
            <w:tcBorders>
              <w:left w:val="single" w:sz="4" w:space="0" w:color="auto"/>
            </w:tcBorders>
          </w:tcPr>
          <w:p w14:paraId="4A72DE99" w14:textId="77777777" w:rsidR="002130AE" w:rsidRPr="00F574D7" w:rsidRDefault="002130AE" w:rsidP="00E763EE">
            <w:pPr>
              <w:spacing w:after="0"/>
              <w:rPr>
                <w:rFonts w:ascii="Times New Roman" w:hAnsi="Times New Roman"/>
              </w:rPr>
            </w:pPr>
            <w:r w:rsidRPr="00F574D7">
              <w:rPr>
                <w:rFonts w:ascii="Times New Roman" w:hAnsi="Times New Roman"/>
              </w:rPr>
              <w:t>Kinnistu registriosa number</w:t>
            </w:r>
            <w:r w:rsidR="004A06C9" w:rsidRPr="00F574D7">
              <w:rPr>
                <w:rFonts w:ascii="Times New Roman" w:hAnsi="Times New Roman"/>
              </w:rPr>
              <w:t xml:space="preserve"> POS 1: 7026850</w:t>
            </w:r>
          </w:p>
          <w:p w14:paraId="24D3B02A" w14:textId="25A94B68" w:rsidR="004A06C9" w:rsidRPr="00F574D7" w:rsidRDefault="004A06C9" w:rsidP="00E763EE">
            <w:pPr>
              <w:spacing w:after="0"/>
              <w:rPr>
                <w:rFonts w:ascii="Times New Roman" w:hAnsi="Times New Roman"/>
              </w:rPr>
            </w:pPr>
            <w:r w:rsidRPr="00F574D7">
              <w:rPr>
                <w:rFonts w:ascii="Times New Roman" w:hAnsi="Times New Roman"/>
              </w:rPr>
              <w:t xml:space="preserve">POS 2: </w:t>
            </w:r>
            <w:r w:rsidRPr="00F574D7">
              <w:rPr>
                <w:rFonts w:ascii="Times New Roman" w:hAnsi="Times New Roman"/>
              </w:rPr>
              <w:t xml:space="preserve">7545250 </w:t>
            </w:r>
            <w:r w:rsidRPr="00F574D7">
              <w:rPr>
                <w:rFonts w:ascii="Times New Roman" w:hAnsi="Times New Roman"/>
                <w:i/>
              </w:rPr>
              <w:t xml:space="preserve"> </w:t>
            </w:r>
          </w:p>
        </w:tc>
      </w:tr>
      <w:tr w:rsidR="007C4DE8" w:rsidRPr="00B90C98" w14:paraId="552155E8" w14:textId="77777777" w:rsidTr="009D054B">
        <w:trPr>
          <w:trHeight w:val="453"/>
        </w:trPr>
        <w:tc>
          <w:tcPr>
            <w:tcW w:w="27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5E4EAB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</w:p>
        </w:tc>
        <w:tc>
          <w:tcPr>
            <w:tcW w:w="6322" w:type="dxa"/>
            <w:tcBorders>
              <w:left w:val="single" w:sz="4" w:space="0" w:color="auto"/>
            </w:tcBorders>
          </w:tcPr>
          <w:p w14:paraId="2AFCC001" w14:textId="6D526A8F" w:rsidR="002130AE" w:rsidRPr="00F574D7" w:rsidRDefault="002130AE" w:rsidP="00FC3ED1">
            <w:pPr>
              <w:spacing w:after="0"/>
              <w:rPr>
                <w:rFonts w:ascii="Times New Roman" w:hAnsi="Times New Roman"/>
                <w:u w:val="single"/>
              </w:rPr>
            </w:pPr>
            <w:r w:rsidRPr="00F574D7">
              <w:rPr>
                <w:rFonts w:ascii="Times New Roman" w:hAnsi="Times New Roman"/>
                <w:i/>
                <w:iCs/>
                <w:u w:val="single"/>
              </w:rPr>
              <w:t>P</w:t>
            </w:r>
            <w:r w:rsidR="00600BF2" w:rsidRPr="00F574D7">
              <w:rPr>
                <w:rFonts w:ascii="Times New Roman" w:hAnsi="Times New Roman"/>
                <w:i/>
                <w:iCs/>
                <w:u w:val="single"/>
              </w:rPr>
              <w:t>O</w:t>
            </w:r>
            <w:r w:rsidR="004313C2" w:rsidRPr="00F574D7">
              <w:rPr>
                <w:rFonts w:ascii="Times New Roman" w:hAnsi="Times New Roman"/>
                <w:i/>
                <w:iCs/>
                <w:u w:val="single"/>
              </w:rPr>
              <w:t xml:space="preserve">S </w:t>
            </w:r>
            <w:r w:rsidRPr="00F574D7">
              <w:rPr>
                <w:rFonts w:ascii="Times New Roman" w:hAnsi="Times New Roman"/>
                <w:i/>
                <w:iCs/>
                <w:u w:val="single"/>
              </w:rPr>
              <w:t xml:space="preserve">1: </w:t>
            </w:r>
            <w:r w:rsidR="004A06C9" w:rsidRPr="00F574D7">
              <w:rPr>
                <w:rFonts w:ascii="Times New Roman" w:hAnsi="Times New Roman"/>
                <w:i/>
                <w:iCs/>
                <w:u w:val="single"/>
              </w:rPr>
              <w:t>sademeveekanalisatsiooni rajamiseks</w:t>
            </w:r>
          </w:p>
          <w:p w14:paraId="71D0584F" w14:textId="7DEDE5B9" w:rsidR="002130AE" w:rsidRPr="00F574D7" w:rsidRDefault="002130AE" w:rsidP="00FC3ED1">
            <w:pPr>
              <w:spacing w:after="0"/>
              <w:rPr>
                <w:rFonts w:ascii="Times New Roman" w:hAnsi="Times New Roman"/>
                <w:i/>
                <w:iCs/>
                <w:color w:val="0070C0"/>
                <w:u w:val="single"/>
              </w:rPr>
            </w:pPr>
            <w:r w:rsidRPr="00F574D7">
              <w:rPr>
                <w:rFonts w:ascii="Times New Roman" w:hAnsi="Times New Roman"/>
                <w:i/>
                <w:iCs/>
                <w:u w:val="single"/>
              </w:rPr>
              <w:t xml:space="preserve">Ruumikuju andmed: PARI ID </w:t>
            </w:r>
            <w:r w:rsidR="00147445" w:rsidRPr="00F574D7">
              <w:rPr>
                <w:rFonts w:ascii="Times New Roman" w:hAnsi="Times New Roman"/>
                <w:color w:val="000000"/>
                <w:spacing w:val="2"/>
              </w:rPr>
              <w:t>10513</w:t>
            </w:r>
            <w:r w:rsidR="00147445" w:rsidRPr="00F574D7">
              <w:rPr>
                <w:rFonts w:ascii="Times New Roman" w:hAnsi="Times New Roman"/>
                <w:color w:val="000000"/>
                <w:spacing w:val="2"/>
              </w:rPr>
              <w:t xml:space="preserve"> </w:t>
            </w:r>
            <w:r w:rsidRPr="00F574D7">
              <w:rPr>
                <w:rFonts w:ascii="Times New Roman" w:hAnsi="Times New Roman"/>
                <w:i/>
                <w:iCs/>
                <w:u w:val="single"/>
              </w:rPr>
              <w:t xml:space="preserve">ja </w:t>
            </w:r>
            <w:hyperlink r:id="rId8" w:history="1">
              <w:r w:rsidR="00147445" w:rsidRPr="00F574D7">
                <w:rPr>
                  <w:rStyle w:val="Hperlink"/>
                  <w:rFonts w:ascii="Times New Roman" w:hAnsi="Times New Roman"/>
                  <w:i/>
                  <w:iCs/>
                </w:rPr>
                <w:t>https://pari.kataster.ee/magic-link/1b0636d6-1aa1-4276-b053-0ad86f4bb00d</w:t>
              </w:r>
            </w:hyperlink>
          </w:p>
          <w:p w14:paraId="51AFE870" w14:textId="77777777" w:rsidR="00147445" w:rsidRPr="00F574D7" w:rsidRDefault="00147445" w:rsidP="00FC3ED1">
            <w:pPr>
              <w:spacing w:after="0"/>
              <w:rPr>
                <w:rFonts w:ascii="Times New Roman" w:hAnsi="Times New Roman"/>
                <w:u w:val="single"/>
              </w:rPr>
            </w:pPr>
          </w:p>
          <w:p w14:paraId="60D8C037" w14:textId="6EAC2CF2" w:rsidR="002130AE" w:rsidRPr="00F574D7" w:rsidRDefault="002130AE" w:rsidP="00FC3ED1">
            <w:pPr>
              <w:spacing w:after="0"/>
              <w:rPr>
                <w:rFonts w:ascii="Times New Roman" w:hAnsi="Times New Roman"/>
                <w:u w:val="single"/>
              </w:rPr>
            </w:pPr>
            <w:r w:rsidRPr="00F574D7">
              <w:rPr>
                <w:rFonts w:ascii="Times New Roman" w:hAnsi="Times New Roman"/>
                <w:i/>
                <w:iCs/>
                <w:u w:val="single"/>
              </w:rPr>
              <w:t>POS 2:</w:t>
            </w:r>
            <w:r w:rsidR="004F3C25" w:rsidRPr="00F574D7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="00147445" w:rsidRPr="00F574D7">
              <w:rPr>
                <w:rFonts w:ascii="Times New Roman" w:hAnsi="Times New Roman"/>
                <w:i/>
                <w:iCs/>
                <w:u w:val="single"/>
              </w:rPr>
              <w:t xml:space="preserve">Sademeveekanalisatsiooni </w:t>
            </w:r>
            <w:r w:rsidRPr="00F574D7">
              <w:rPr>
                <w:rFonts w:ascii="Times New Roman" w:hAnsi="Times New Roman"/>
                <w:i/>
                <w:iCs/>
                <w:u w:val="single"/>
              </w:rPr>
              <w:t xml:space="preserve"> rajamiseks</w:t>
            </w:r>
          </w:p>
          <w:p w14:paraId="53CBB6AB" w14:textId="77777777" w:rsidR="00147445" w:rsidRPr="00F574D7" w:rsidRDefault="002130AE" w:rsidP="00E763EE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  <w:r w:rsidRPr="00F574D7">
              <w:rPr>
                <w:rFonts w:ascii="Times New Roman" w:hAnsi="Times New Roman"/>
                <w:i/>
                <w:iCs/>
                <w:u w:val="single"/>
              </w:rPr>
              <w:t xml:space="preserve">Ruumikuju andmed: PARI ID </w:t>
            </w:r>
            <w:r w:rsidR="00147445" w:rsidRPr="00F574D7">
              <w:rPr>
                <w:rFonts w:ascii="Times New Roman" w:hAnsi="Times New Roman"/>
                <w:i/>
                <w:iCs/>
                <w:u w:val="single"/>
              </w:rPr>
              <w:t>10514</w:t>
            </w:r>
            <w:r w:rsidR="00147445" w:rsidRPr="00F574D7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Pr="00F574D7">
              <w:rPr>
                <w:rFonts w:ascii="Times New Roman" w:hAnsi="Times New Roman"/>
                <w:i/>
                <w:iCs/>
                <w:u w:val="single"/>
              </w:rPr>
              <w:t xml:space="preserve">ja </w:t>
            </w:r>
          </w:p>
          <w:p w14:paraId="6442588B" w14:textId="529ABECE" w:rsidR="002130AE" w:rsidRPr="00F574D7" w:rsidRDefault="00147445" w:rsidP="00E763EE">
            <w:pPr>
              <w:spacing w:after="0"/>
              <w:rPr>
                <w:rFonts w:ascii="Times New Roman" w:hAnsi="Times New Roman"/>
                <w:i/>
                <w:iCs/>
                <w:color w:val="0070C0"/>
                <w:u w:val="single"/>
              </w:rPr>
            </w:pPr>
            <w:hyperlink r:id="rId9" w:history="1">
              <w:r w:rsidRPr="00F574D7">
                <w:rPr>
                  <w:rStyle w:val="Hperlink"/>
                  <w:rFonts w:ascii="Times New Roman" w:hAnsi="Times New Roman"/>
                  <w:i/>
                  <w:iCs/>
                </w:rPr>
                <w:t>https://pari.kataster.ee/magic-link/df2a2aad-a1eb-4987-b2a4-ec7715fa7621</w:t>
              </w:r>
            </w:hyperlink>
          </w:p>
          <w:p w14:paraId="5D879E4C" w14:textId="77777777" w:rsidR="00147445" w:rsidRPr="00F574D7" w:rsidRDefault="00147445" w:rsidP="00E763EE">
            <w:pPr>
              <w:spacing w:after="0"/>
              <w:rPr>
                <w:rFonts w:ascii="Times New Roman" w:hAnsi="Times New Roman"/>
                <w:u w:val="single"/>
              </w:rPr>
            </w:pPr>
          </w:p>
          <w:p w14:paraId="604BC069" w14:textId="77777777" w:rsidR="002130AE" w:rsidRPr="00F574D7" w:rsidRDefault="002130AE" w:rsidP="00E763EE">
            <w:pPr>
              <w:spacing w:after="0"/>
              <w:rPr>
                <w:rFonts w:ascii="Times New Roman" w:hAnsi="Times New Roman"/>
                <w:i/>
                <w:iCs/>
                <w:color w:val="0070C0"/>
              </w:rPr>
            </w:pPr>
            <w:r w:rsidRPr="00F574D7">
              <w:rPr>
                <w:rFonts w:ascii="Times New Roman" w:hAnsi="Times New Roman"/>
                <w:i/>
                <w:iCs/>
                <w:color w:val="0070C0"/>
                <w:u w:val="single"/>
              </w:rPr>
              <w:t>(</w:t>
            </w:r>
            <w:r w:rsidRPr="00F574D7">
              <w:rPr>
                <w:rFonts w:ascii="Times New Roman" w:hAnsi="Times New Roman"/>
                <w:i/>
                <w:iCs/>
                <w:u w:val="single"/>
              </w:rPr>
              <w:t>Täita vastavalt projektile</w:t>
            </w:r>
            <w:r w:rsidR="00E22479" w:rsidRPr="00F574D7">
              <w:rPr>
                <w:rFonts w:ascii="Times New Roman" w:hAnsi="Times New Roman"/>
                <w:i/>
                <w:iCs/>
                <w:u w:val="single"/>
              </w:rPr>
              <w:t xml:space="preserve"> </w:t>
            </w:r>
            <w:r w:rsidRPr="00F574D7">
              <w:rPr>
                <w:rFonts w:ascii="Times New Roman" w:hAnsi="Times New Roman"/>
                <w:i/>
                <w:iCs/>
                <w:u w:val="single"/>
              </w:rPr>
              <w:t>- Elektri õhu- maakaabelliin (kW), torustik, side</w:t>
            </w:r>
            <w:r w:rsidR="006A0B4B" w:rsidRPr="00F574D7">
              <w:rPr>
                <w:rFonts w:ascii="Times New Roman" w:hAnsi="Times New Roman"/>
                <w:i/>
                <w:iCs/>
                <w:u w:val="single"/>
              </w:rPr>
              <w:t xml:space="preserve"> maa</w:t>
            </w:r>
            <w:r w:rsidRPr="00F574D7">
              <w:rPr>
                <w:rFonts w:ascii="Times New Roman" w:hAnsi="Times New Roman"/>
                <w:i/>
                <w:iCs/>
                <w:u w:val="single"/>
              </w:rPr>
              <w:t>kaabelliin</w:t>
            </w:r>
            <w:r w:rsidR="006A0B4B" w:rsidRPr="00F574D7">
              <w:rPr>
                <w:rFonts w:ascii="Times New Roman" w:hAnsi="Times New Roman"/>
                <w:i/>
                <w:iCs/>
                <w:u w:val="single"/>
              </w:rPr>
              <w:t>, sidekaev</w:t>
            </w:r>
            <w:r w:rsidRPr="00F574D7">
              <w:rPr>
                <w:rFonts w:ascii="Times New Roman" w:hAnsi="Times New Roman"/>
                <w:i/>
                <w:iCs/>
                <w:u w:val="single"/>
              </w:rPr>
              <w:t xml:space="preserve"> vms.).</w:t>
            </w:r>
            <w:r w:rsidR="00E22479" w:rsidRPr="00F574D7">
              <w:rPr>
                <w:rFonts w:ascii="Times New Roman" w:hAnsi="Times New Roman"/>
                <w:i/>
                <w:iCs/>
                <w:u w:val="single"/>
              </w:rPr>
              <w:t xml:space="preserve"> Mitme katastriüksuse ja/või kinnisasja puhul </w:t>
            </w:r>
            <w:r w:rsidR="003D1EF6" w:rsidRPr="00F574D7">
              <w:rPr>
                <w:rFonts w:ascii="Times New Roman" w:hAnsi="Times New Roman"/>
                <w:i/>
                <w:iCs/>
                <w:u w:val="single"/>
              </w:rPr>
              <w:t xml:space="preserve">lisada </w:t>
            </w:r>
            <w:r w:rsidR="00E22479" w:rsidRPr="00F574D7">
              <w:rPr>
                <w:rFonts w:ascii="Times New Roman" w:hAnsi="Times New Roman"/>
                <w:i/>
                <w:iCs/>
                <w:u w:val="single"/>
              </w:rPr>
              <w:t>lahter, mitte kirjutada kokku</w:t>
            </w:r>
          </w:p>
        </w:tc>
      </w:tr>
      <w:tr w:rsidR="003D1EF6" w:rsidRPr="00B90C98" w14:paraId="36687952" w14:textId="77777777" w:rsidTr="009D054B">
        <w:trPr>
          <w:trHeight w:val="453"/>
        </w:trPr>
        <w:tc>
          <w:tcPr>
            <w:tcW w:w="2740" w:type="dxa"/>
            <w:tcBorders>
              <w:left w:val="single" w:sz="4" w:space="0" w:color="auto"/>
              <w:right w:val="single" w:sz="4" w:space="0" w:color="auto"/>
            </w:tcBorders>
          </w:tcPr>
          <w:p w14:paraId="7AE99658" w14:textId="77777777" w:rsidR="003D1EF6" w:rsidRPr="00B90C98" w:rsidRDefault="003D1EF6" w:rsidP="00E763EE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LEPINGU SÕLMIMISE KULUD TASUB</w:t>
            </w:r>
          </w:p>
        </w:tc>
        <w:tc>
          <w:tcPr>
            <w:tcW w:w="6322" w:type="dxa"/>
            <w:tcBorders>
              <w:left w:val="single" w:sz="4" w:space="0" w:color="auto"/>
            </w:tcBorders>
          </w:tcPr>
          <w:p w14:paraId="6E39B1D7" w14:textId="77777777" w:rsidR="003D1EF6" w:rsidRPr="00F574D7" w:rsidRDefault="003D1EF6" w:rsidP="00FC3ED1">
            <w:pPr>
              <w:spacing w:after="0"/>
              <w:rPr>
                <w:rFonts w:ascii="Times New Roman" w:hAnsi="Times New Roman"/>
                <w:i/>
                <w:iCs/>
                <w:u w:val="single"/>
              </w:rPr>
            </w:pPr>
          </w:p>
        </w:tc>
      </w:tr>
      <w:tr w:rsidR="007C4DE8" w:rsidRPr="00B90C98" w14:paraId="010ED798" w14:textId="77777777" w:rsidTr="009D054B">
        <w:trPr>
          <w:trHeight w:val="453"/>
        </w:trPr>
        <w:tc>
          <w:tcPr>
            <w:tcW w:w="2740" w:type="dxa"/>
            <w:tcBorders>
              <w:left w:val="single" w:sz="4" w:space="0" w:color="auto"/>
              <w:right w:val="single" w:sz="4" w:space="0" w:color="auto"/>
            </w:tcBorders>
          </w:tcPr>
          <w:p w14:paraId="61030E23" w14:textId="77777777" w:rsidR="002130AE" w:rsidRPr="00B90C98" w:rsidRDefault="002130AE" w:rsidP="00E763EE">
            <w:pPr>
              <w:spacing w:after="0"/>
              <w:rPr>
                <w:rFonts w:ascii="Times New Roman" w:hAnsi="Times New Roman"/>
                <w:bCs/>
              </w:rPr>
            </w:pPr>
            <w:r w:rsidRPr="00B90C98">
              <w:rPr>
                <w:rFonts w:ascii="Times New Roman" w:hAnsi="Times New Roman"/>
                <w:bCs/>
              </w:rPr>
              <w:t>TAOTLUSE LISAD</w:t>
            </w:r>
          </w:p>
        </w:tc>
        <w:tc>
          <w:tcPr>
            <w:tcW w:w="6322" w:type="dxa"/>
            <w:tcBorders>
              <w:left w:val="single" w:sz="4" w:space="0" w:color="auto"/>
            </w:tcBorders>
          </w:tcPr>
          <w:p w14:paraId="4D423C44" w14:textId="77777777" w:rsidR="002130AE" w:rsidRPr="00F574D7" w:rsidRDefault="002130AE" w:rsidP="00FC3ED1">
            <w:pPr>
              <w:spacing w:after="0"/>
              <w:rPr>
                <w:rFonts w:ascii="Times New Roman" w:hAnsi="Times New Roman"/>
                <w:u w:val="single"/>
              </w:rPr>
            </w:pPr>
            <w:r w:rsidRPr="00F574D7">
              <w:rPr>
                <w:rFonts w:ascii="Times New Roman" w:hAnsi="Times New Roman"/>
                <w:u w:val="single"/>
              </w:rPr>
              <w:t>Isikliku kasutusõiguse seadmise plaan/-id (</w:t>
            </w:r>
            <w:r w:rsidR="003C3A9B" w:rsidRPr="00F574D7">
              <w:rPr>
                <w:rFonts w:ascii="Times New Roman" w:hAnsi="Times New Roman"/>
                <w:u w:val="single"/>
              </w:rPr>
              <w:t xml:space="preserve">Plaanid peavad vastama </w:t>
            </w:r>
            <w:r w:rsidRPr="00F574D7">
              <w:rPr>
                <w:rFonts w:ascii="Times New Roman" w:hAnsi="Times New Roman"/>
                <w:u w:val="single"/>
              </w:rPr>
              <w:t>Transpordiameti kodulehel lisatud</w:t>
            </w:r>
            <w:r w:rsidR="00FA2EA4" w:rsidRPr="00F574D7">
              <w:rPr>
                <w:rFonts w:ascii="Times New Roman" w:hAnsi="Times New Roman"/>
                <w:u w:val="single"/>
              </w:rPr>
              <w:t xml:space="preserve"> </w:t>
            </w:r>
            <w:hyperlink r:id="rId10" w:anchor="mahasoidud-ehitamin" w:history="1">
              <w:r w:rsidR="00FA2EA4" w:rsidRPr="00F574D7">
                <w:rPr>
                  <w:rStyle w:val="Hperlink"/>
                  <w:rFonts w:ascii="Times New Roman" w:hAnsi="Times New Roman"/>
                </w:rPr>
                <w:t>juhendile</w:t>
              </w:r>
            </w:hyperlink>
            <w:r w:rsidR="00CB771A" w:rsidRPr="00F574D7">
              <w:rPr>
                <w:rFonts w:ascii="Times New Roman" w:hAnsi="Times New Roman"/>
                <w:u w:val="single"/>
              </w:rPr>
              <w:t xml:space="preserve"> ja Transpordiameti kooskõlastusele</w:t>
            </w:r>
            <w:r w:rsidRPr="00F574D7">
              <w:rPr>
                <w:rFonts w:ascii="Times New Roman" w:hAnsi="Times New Roman"/>
                <w:u w:val="single"/>
              </w:rPr>
              <w:t>).</w:t>
            </w:r>
          </w:p>
        </w:tc>
      </w:tr>
      <w:tr w:rsidR="007C4DE8" w:rsidRPr="00B90C98" w14:paraId="79D172A7" w14:textId="77777777" w:rsidTr="009D054B">
        <w:trPr>
          <w:trHeight w:val="453"/>
        </w:trPr>
        <w:tc>
          <w:tcPr>
            <w:tcW w:w="2740" w:type="dxa"/>
            <w:tcBorders>
              <w:left w:val="single" w:sz="4" w:space="0" w:color="auto"/>
              <w:right w:val="single" w:sz="4" w:space="0" w:color="auto"/>
            </w:tcBorders>
          </w:tcPr>
          <w:p w14:paraId="3171A25C" w14:textId="77777777" w:rsidR="00FA2EA4" w:rsidRPr="00B90C98" w:rsidRDefault="00FA2EA4" w:rsidP="00E763EE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322" w:type="dxa"/>
            <w:tcBorders>
              <w:left w:val="single" w:sz="4" w:space="0" w:color="auto"/>
            </w:tcBorders>
          </w:tcPr>
          <w:p w14:paraId="6F6E697A" w14:textId="77777777" w:rsidR="00FA2EA4" w:rsidRPr="00B90C98" w:rsidRDefault="00FA2EA4" w:rsidP="00FC3ED1">
            <w:pPr>
              <w:spacing w:after="0"/>
              <w:rPr>
                <w:rFonts w:ascii="Times New Roman" w:hAnsi="Times New Roman"/>
                <w:u w:val="single"/>
              </w:rPr>
            </w:pPr>
            <w:r w:rsidRPr="00B90C98">
              <w:rPr>
                <w:rFonts w:ascii="Times New Roman" w:hAnsi="Times New Roman"/>
                <w:u w:val="single"/>
              </w:rPr>
              <w:t>Transpordiameti kooskõlastus/-ed projektile</w:t>
            </w:r>
          </w:p>
        </w:tc>
      </w:tr>
    </w:tbl>
    <w:p w14:paraId="73286687" w14:textId="77777777" w:rsidR="007C4DE8" w:rsidRPr="00B90C98" w:rsidRDefault="007C4DE8" w:rsidP="00F335A1">
      <w:pPr>
        <w:rPr>
          <w:rFonts w:ascii="Times New Roman" w:hAnsi="Times New Roman"/>
        </w:rPr>
      </w:pPr>
    </w:p>
    <w:sectPr w:rsidR="007C4DE8" w:rsidRPr="00B90C98" w:rsidSect="004A06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4534C9"/>
    <w:multiLevelType w:val="hybridMultilevel"/>
    <w:tmpl w:val="B47EF74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05196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6C9"/>
    <w:rsid w:val="00087AA8"/>
    <w:rsid w:val="000A32A1"/>
    <w:rsid w:val="000C234D"/>
    <w:rsid w:val="0010359D"/>
    <w:rsid w:val="0011274A"/>
    <w:rsid w:val="00141785"/>
    <w:rsid w:val="00147445"/>
    <w:rsid w:val="00153C48"/>
    <w:rsid w:val="00184508"/>
    <w:rsid w:val="001B7292"/>
    <w:rsid w:val="001D6780"/>
    <w:rsid w:val="001E6C4F"/>
    <w:rsid w:val="001F08D9"/>
    <w:rsid w:val="001F3A7E"/>
    <w:rsid w:val="002130AE"/>
    <w:rsid w:val="0022314B"/>
    <w:rsid w:val="002365A7"/>
    <w:rsid w:val="00243B3B"/>
    <w:rsid w:val="002464B9"/>
    <w:rsid w:val="002C15BC"/>
    <w:rsid w:val="002E03D5"/>
    <w:rsid w:val="002E7A4C"/>
    <w:rsid w:val="00315862"/>
    <w:rsid w:val="00326BE8"/>
    <w:rsid w:val="003360FB"/>
    <w:rsid w:val="00367797"/>
    <w:rsid w:val="003A30B5"/>
    <w:rsid w:val="003B2663"/>
    <w:rsid w:val="003C3A9B"/>
    <w:rsid w:val="003D1EF6"/>
    <w:rsid w:val="003D239A"/>
    <w:rsid w:val="00405DCF"/>
    <w:rsid w:val="004313C2"/>
    <w:rsid w:val="00447EE2"/>
    <w:rsid w:val="00497513"/>
    <w:rsid w:val="004A06C9"/>
    <w:rsid w:val="004A3F9B"/>
    <w:rsid w:val="004D773D"/>
    <w:rsid w:val="004E33EF"/>
    <w:rsid w:val="004F3C25"/>
    <w:rsid w:val="0053355D"/>
    <w:rsid w:val="00586358"/>
    <w:rsid w:val="005943F8"/>
    <w:rsid w:val="005D51F3"/>
    <w:rsid w:val="005E054B"/>
    <w:rsid w:val="005E607B"/>
    <w:rsid w:val="00600BF2"/>
    <w:rsid w:val="00614EA8"/>
    <w:rsid w:val="00614F4F"/>
    <w:rsid w:val="00624F57"/>
    <w:rsid w:val="0067707E"/>
    <w:rsid w:val="0069274B"/>
    <w:rsid w:val="006A0B4B"/>
    <w:rsid w:val="006A37CE"/>
    <w:rsid w:val="006A4A3F"/>
    <w:rsid w:val="006B2316"/>
    <w:rsid w:val="006C7028"/>
    <w:rsid w:val="006D2465"/>
    <w:rsid w:val="00701C91"/>
    <w:rsid w:val="007142E9"/>
    <w:rsid w:val="00714591"/>
    <w:rsid w:val="00716509"/>
    <w:rsid w:val="00732A6C"/>
    <w:rsid w:val="00787B71"/>
    <w:rsid w:val="007C285E"/>
    <w:rsid w:val="007C4CD0"/>
    <w:rsid w:val="007C4DE8"/>
    <w:rsid w:val="007F3412"/>
    <w:rsid w:val="007F3A32"/>
    <w:rsid w:val="00823BF1"/>
    <w:rsid w:val="008300E7"/>
    <w:rsid w:val="00846815"/>
    <w:rsid w:val="00872B3C"/>
    <w:rsid w:val="008C0C9A"/>
    <w:rsid w:val="008D577E"/>
    <w:rsid w:val="008E5772"/>
    <w:rsid w:val="0092064E"/>
    <w:rsid w:val="00934A34"/>
    <w:rsid w:val="009419D4"/>
    <w:rsid w:val="009444BF"/>
    <w:rsid w:val="0095626E"/>
    <w:rsid w:val="0097083D"/>
    <w:rsid w:val="00995681"/>
    <w:rsid w:val="009960AC"/>
    <w:rsid w:val="009C5E90"/>
    <w:rsid w:val="009D054B"/>
    <w:rsid w:val="009F0460"/>
    <w:rsid w:val="009F677F"/>
    <w:rsid w:val="00A24106"/>
    <w:rsid w:val="00A3760F"/>
    <w:rsid w:val="00A4617F"/>
    <w:rsid w:val="00A47F66"/>
    <w:rsid w:val="00A7366B"/>
    <w:rsid w:val="00A8121D"/>
    <w:rsid w:val="00A8267F"/>
    <w:rsid w:val="00AA03DD"/>
    <w:rsid w:val="00AA1E93"/>
    <w:rsid w:val="00AC01F6"/>
    <w:rsid w:val="00AC176F"/>
    <w:rsid w:val="00AF7153"/>
    <w:rsid w:val="00B20795"/>
    <w:rsid w:val="00B64852"/>
    <w:rsid w:val="00B90C98"/>
    <w:rsid w:val="00B926D6"/>
    <w:rsid w:val="00BC1C36"/>
    <w:rsid w:val="00BE5D5F"/>
    <w:rsid w:val="00C0685B"/>
    <w:rsid w:val="00C579C4"/>
    <w:rsid w:val="00C906E2"/>
    <w:rsid w:val="00CA51D5"/>
    <w:rsid w:val="00CB4E5B"/>
    <w:rsid w:val="00CB771A"/>
    <w:rsid w:val="00D03DB7"/>
    <w:rsid w:val="00D233E6"/>
    <w:rsid w:val="00D25C47"/>
    <w:rsid w:val="00D34E53"/>
    <w:rsid w:val="00D47E27"/>
    <w:rsid w:val="00D50D4D"/>
    <w:rsid w:val="00D63E70"/>
    <w:rsid w:val="00D765FE"/>
    <w:rsid w:val="00D96128"/>
    <w:rsid w:val="00DC74EE"/>
    <w:rsid w:val="00DD1F98"/>
    <w:rsid w:val="00DE73D0"/>
    <w:rsid w:val="00E151FA"/>
    <w:rsid w:val="00E22479"/>
    <w:rsid w:val="00E41250"/>
    <w:rsid w:val="00E56960"/>
    <w:rsid w:val="00E763EE"/>
    <w:rsid w:val="00E80913"/>
    <w:rsid w:val="00E978FC"/>
    <w:rsid w:val="00EA4E42"/>
    <w:rsid w:val="00EB008A"/>
    <w:rsid w:val="00EB2A4E"/>
    <w:rsid w:val="00EC2572"/>
    <w:rsid w:val="00EC4B99"/>
    <w:rsid w:val="00EC6009"/>
    <w:rsid w:val="00ED6EC5"/>
    <w:rsid w:val="00EE3966"/>
    <w:rsid w:val="00F10D7E"/>
    <w:rsid w:val="00F23E09"/>
    <w:rsid w:val="00F24172"/>
    <w:rsid w:val="00F335A1"/>
    <w:rsid w:val="00F574D7"/>
    <w:rsid w:val="00FA2EA4"/>
    <w:rsid w:val="00FC3ED1"/>
    <w:rsid w:val="00FF6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8B5CF"/>
  <w15:chartTrackingRefBased/>
  <w15:docId w15:val="{73306380-29BC-43F4-9C33-76E32F9AC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C6009"/>
    <w:pPr>
      <w:spacing w:after="200"/>
      <w:jc w:val="both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F23E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Kommentaariviide">
    <w:name w:val="annotation reference"/>
    <w:uiPriority w:val="99"/>
    <w:semiHidden/>
    <w:unhideWhenUsed/>
    <w:rsid w:val="008300E7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8300E7"/>
    <w:rPr>
      <w:sz w:val="20"/>
      <w:szCs w:val="20"/>
    </w:rPr>
  </w:style>
  <w:style w:type="character" w:customStyle="1" w:styleId="KommentaaritekstMrk">
    <w:name w:val="Kommentaari tekst Märk"/>
    <w:link w:val="Kommentaaritekst"/>
    <w:uiPriority w:val="99"/>
    <w:semiHidden/>
    <w:rsid w:val="008300E7"/>
    <w:rPr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8300E7"/>
    <w:rPr>
      <w:b/>
      <w:bCs/>
    </w:rPr>
  </w:style>
  <w:style w:type="character" w:customStyle="1" w:styleId="KommentaariteemaMrk">
    <w:name w:val="Kommentaari teema Märk"/>
    <w:link w:val="Kommentaariteema"/>
    <w:uiPriority w:val="99"/>
    <w:semiHidden/>
    <w:rsid w:val="008300E7"/>
    <w:rPr>
      <w:b/>
      <w:bCs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8300E7"/>
    <w:pPr>
      <w:spacing w:after="0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8300E7"/>
    <w:rPr>
      <w:rFonts w:ascii="Tahoma" w:hAnsi="Tahoma" w:cs="Tahoma"/>
      <w:sz w:val="16"/>
      <w:szCs w:val="16"/>
      <w:lang w:eastAsia="en-US"/>
    </w:rPr>
  </w:style>
  <w:style w:type="character" w:styleId="Hperlink">
    <w:name w:val="Hyperlink"/>
    <w:uiPriority w:val="99"/>
    <w:unhideWhenUsed/>
    <w:rsid w:val="00614F4F"/>
    <w:rPr>
      <w:color w:val="0563C1"/>
      <w:u w:val="single"/>
    </w:rPr>
  </w:style>
  <w:style w:type="character" w:styleId="Lahendamatamainimine">
    <w:name w:val="Unresolved Mention"/>
    <w:uiPriority w:val="99"/>
    <w:semiHidden/>
    <w:unhideWhenUsed/>
    <w:rsid w:val="00614F4F"/>
    <w:rPr>
      <w:color w:val="605E5C"/>
      <w:shd w:val="clear" w:color="auto" w:fill="E1DFDD"/>
    </w:rPr>
  </w:style>
  <w:style w:type="character" w:styleId="Klastatudhperlink">
    <w:name w:val="FollowedHyperlink"/>
    <w:uiPriority w:val="99"/>
    <w:semiHidden/>
    <w:unhideWhenUsed/>
    <w:rsid w:val="00614F4F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44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i.kataster.ee/magic-link/1b0636d6-1aa1-4276-b053-0ad86f4bb00d" TargetMode="External"/><Relationship Id="rId3" Type="http://schemas.openxmlformats.org/officeDocument/2006/relationships/styles" Target="styles.xml"/><Relationship Id="rId7" Type="http://schemas.openxmlformats.org/officeDocument/2006/relationships/hyperlink" Target="mailto:meelis.martin@parnuvesi.ee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eelis.martin@parnuvesi.ee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transpordiamet.ee/taotlused-blanketid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ari.kataster.ee/magic-link/df2a2aad-a1eb-4987-b2a4-ec7715fa762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Insenerteenistus\Dokumendid\IK&#213;\TRA\IK&#213;%20taotluse%20p&#245;hi_.dotx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CA6D31-9A14-424E-A1B4-E7E4EE4A8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IKÕ taotluse põhi_.dotx</Template>
  <TotalTime>15</TotalTime>
  <Pages>2</Pages>
  <Words>378</Words>
  <Characters>2195</Characters>
  <Application>Microsoft Office Word</Application>
  <DocSecurity>0</DocSecurity>
  <Lines>18</Lines>
  <Paragraphs>5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Majandus- ja Kommunikatsiooniministeerium</Company>
  <LinksUpToDate>false</LinksUpToDate>
  <CharactersWithSpaces>2568</CharactersWithSpaces>
  <SharedDoc>false</SharedDoc>
  <HLinks>
    <vt:vector size="6" baseType="variant">
      <vt:variant>
        <vt:i4>2162728</vt:i4>
      </vt:variant>
      <vt:variant>
        <vt:i4>0</vt:i4>
      </vt:variant>
      <vt:variant>
        <vt:i4>0</vt:i4>
      </vt:variant>
      <vt:variant>
        <vt:i4>5</vt:i4>
      </vt:variant>
      <vt:variant>
        <vt:lpwstr>https://www.transpordiamet.ee/taotlused-blanketid</vt:lpwstr>
      </vt:variant>
      <vt:variant>
        <vt:lpwstr>mahasoidud-ehitamin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Meelis Martin</dc:creator>
  <cp:keywords/>
  <cp:lastModifiedBy>Meelis Martin</cp:lastModifiedBy>
  <cp:revision>2</cp:revision>
  <cp:lastPrinted>2020-04-26T13:24:00Z</cp:lastPrinted>
  <dcterms:created xsi:type="dcterms:W3CDTF">2024-02-20T09:28:00Z</dcterms:created>
  <dcterms:modified xsi:type="dcterms:W3CDTF">2024-02-20T09:46:00Z</dcterms:modified>
</cp:coreProperties>
</file>